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326AB">
      <w:pPr>
        <w:widowControl/>
        <w:pBdr>
          <w:bottom w:val="single" w:color="auto" w:sz="4" w:space="0"/>
        </w:pBdr>
        <w:adjustRightInd w:val="0"/>
        <w:snapToGrid w:val="0"/>
        <w:spacing w:after="312" w:afterLines="100"/>
        <w:jc w:val="center"/>
        <w:rPr>
          <w:rFonts w:ascii="Times New Roman" w:hAnsi="Times New Roman" w:eastAsia="方正大标宋简体" w:cs="Times New Roman"/>
          <w:kern w:val="0"/>
          <w:sz w:val="44"/>
          <w:szCs w:val="52"/>
        </w:rPr>
      </w:pPr>
      <w:r>
        <w:rPr>
          <w:rFonts w:hint="eastAsia" w:ascii="Times New Roman" w:hAnsi="Times New Roman" w:eastAsia="方正大标宋简体" w:cs="Times New Roman"/>
          <w:kern w:val="0"/>
          <w:sz w:val="44"/>
          <w:szCs w:val="52"/>
        </w:rPr>
        <w:t>民事起诉</w:t>
      </w:r>
      <w:r>
        <w:rPr>
          <w:rFonts w:ascii="Times New Roman" w:hAnsi="Times New Roman" w:eastAsia="方正大标宋简体" w:cs="Times New Roman"/>
          <w:kern w:val="0"/>
          <w:sz w:val="44"/>
          <w:szCs w:val="52"/>
        </w:rPr>
        <w:t>书</w:t>
      </w:r>
    </w:p>
    <w:p w14:paraId="52386A2C">
      <w:pPr>
        <w:widowControl/>
        <w:pBdr>
          <w:bottom w:val="single" w:color="auto" w:sz="4" w:space="0"/>
        </w:pBdr>
        <w:adjustRightInd w:val="0"/>
        <w:snapToGrid w:val="0"/>
        <w:spacing w:after="312" w:afterLines="100"/>
        <w:jc w:val="center"/>
        <w:rPr>
          <w:rFonts w:ascii="Times New Roman" w:hAnsi="Times New Roman" w:eastAsia="方正大标宋简体" w:cs="Times New Roman"/>
          <w:kern w:val="0"/>
          <w:sz w:val="6"/>
          <w:szCs w:val="10"/>
        </w:rPr>
      </w:pPr>
    </w:p>
    <w:p w14:paraId="630C926D">
      <w:pPr>
        <w:widowControl/>
        <w:adjustRightInd w:val="0"/>
        <w:snapToGrid w:val="0"/>
        <w:spacing w:before="468" w:beforeLines="15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原告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：姓名：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{原告姓名}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，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性别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{原告性别}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，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联系方式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{原告电话}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                       </w:t>
      </w:r>
    </w:p>
    <w:p w14:paraId="29354094">
      <w:pPr>
        <w:widowControl/>
        <w:adjustRightInd w:val="0"/>
        <w:snapToGrid w:val="0"/>
        <w:spacing w:before="93" w:beforeLines="30"/>
        <w:ind w:firstLine="660" w:firstLineChars="30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籍贯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{原告籍贯}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，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住址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{原告住址}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                      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     </w:t>
      </w:r>
    </w:p>
    <w:p w14:paraId="408CBCEC">
      <w:pPr>
        <w:widowControl/>
        <w:adjustRightInd w:val="0"/>
        <w:snapToGrid w:val="0"/>
        <w:spacing w:before="249" w:beforeLines="8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被告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：姓名：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{被告姓名}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，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性别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{被告性别}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，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联系方式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{被告电话}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                       </w:t>
      </w:r>
    </w:p>
    <w:p w14:paraId="6C97268D">
      <w:pPr>
        <w:widowControl/>
        <w:pBdr>
          <w:bottom w:val="single" w:color="auto" w:sz="4" w:space="0"/>
        </w:pBdr>
        <w:adjustRightInd w:val="0"/>
        <w:snapToGrid w:val="0"/>
        <w:spacing w:before="93" w:beforeLines="30"/>
        <w:ind w:firstLine="660" w:firstLineChars="30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籍贯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{被告籍贯}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，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住址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>：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u w:val="single"/>
          <w:lang w:val="en-US" w:eastAsia="zh-CN"/>
        </w:rPr>
        <w:t>{被告住址}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  <w:u w:val="single"/>
        </w:rPr>
        <w:t xml:space="preserve">                       </w:t>
      </w:r>
    </w:p>
    <w:p w14:paraId="3F26B493">
      <w:pPr>
        <w:widowControl/>
        <w:pBdr>
          <w:bottom w:val="single" w:color="auto" w:sz="4" w:space="0"/>
        </w:pBdr>
        <w:adjustRightInd w:val="0"/>
        <w:snapToGrid w:val="0"/>
        <w:spacing w:before="93" w:beforeLines="30"/>
        <w:ind w:firstLine="840" w:firstLineChars="300"/>
        <w:jc w:val="left"/>
        <w:rPr>
          <w:rFonts w:ascii="Times New Roman" w:hAnsi="Times New Roman" w:eastAsia="华文中宋" w:cs="Times New Roman"/>
          <w:bCs/>
          <w:kern w:val="0"/>
          <w:sz w:val="28"/>
          <w:szCs w:val="28"/>
        </w:rPr>
      </w:pPr>
    </w:p>
    <w:p w14:paraId="60E56A94">
      <w:pPr>
        <w:pStyle w:val="10"/>
        <w:widowControl/>
        <w:numPr>
          <w:ilvl w:val="0"/>
          <w:numId w:val="1"/>
        </w:numPr>
        <w:adjustRightInd w:val="0"/>
        <w:snapToGrid w:val="0"/>
        <w:spacing w:before="156" w:beforeLines="50" w:line="288" w:lineRule="auto"/>
        <w:ind w:left="567" w:hanging="567" w:firstLineChars="0"/>
        <w:jc w:val="left"/>
        <w:rPr>
          <w:rFonts w:ascii="Times New Roman" w:hAnsi="Times New Roman" w:eastAsia="华文中宋" w:cs="Times New Roman"/>
          <w:b/>
          <w:kern w:val="0"/>
          <w:sz w:val="28"/>
          <w:szCs w:val="28"/>
        </w:rPr>
      </w:pPr>
      <w:r>
        <w:rPr>
          <w:rFonts w:hint="eastAsia" w:ascii="Times New Roman" w:hAnsi="Times New Roman" w:eastAsia="华文中宋" w:cs="Times New Roman"/>
          <w:b/>
          <w:kern w:val="0"/>
          <w:sz w:val="28"/>
          <w:szCs w:val="28"/>
        </w:rPr>
        <w:t>诉讼请求</w:t>
      </w:r>
    </w:p>
    <w:p w14:paraId="4E4D70CC">
      <w:pPr>
        <w:pStyle w:val="10"/>
        <w:widowControl/>
        <w:numPr>
          <w:ilvl w:val="0"/>
          <w:numId w:val="2"/>
        </w:numPr>
        <w:adjustRightInd w:val="0"/>
        <w:snapToGrid w:val="0"/>
        <w:spacing w:before="62" w:beforeLines="20" w:line="288" w:lineRule="auto"/>
        <w:ind w:left="1077" w:hanging="510" w:firstLineChars="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请求法院依法判定被告承担民事赔偿全部责任，诉讼费用由被告承担。</w:t>
      </w:r>
    </w:p>
    <w:p w14:paraId="46B5A441">
      <w:pPr>
        <w:pStyle w:val="10"/>
        <w:widowControl/>
        <w:numPr>
          <w:ilvl w:val="0"/>
          <w:numId w:val="2"/>
        </w:numPr>
        <w:adjustRightInd w:val="0"/>
        <w:snapToGrid w:val="0"/>
        <w:spacing w:before="62" w:beforeLines="20" w:line="288" w:lineRule="auto"/>
        <w:ind w:left="1077" w:hanging="510" w:firstLineChars="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请求判定被告支付原告货款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lang w:val="en-US" w:eastAsia="zh-CN"/>
        </w:rPr>
        <w:t>{支付金额}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元，请求判定被告赔偿原告经济损失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lang w:val="en-US" w:eastAsia="zh-CN"/>
        </w:rPr>
        <w:t>{赔偿金额}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元；</w:t>
      </w:r>
      <w:r>
        <w:rPr>
          <w:rFonts w:ascii="Times New Roman" w:hAnsi="Times New Roman" w:eastAsia="华文中宋" w:cs="Times New Roman"/>
          <w:bCs/>
          <w:kern w:val="0"/>
          <w:sz w:val="22"/>
          <w:szCs w:val="22"/>
        </w:rPr>
        <w:t xml:space="preserve"> </w:t>
      </w:r>
      <w:bookmarkStart w:id="0" w:name="_GoBack"/>
      <w:bookmarkEnd w:id="0"/>
    </w:p>
    <w:p w14:paraId="02F74790">
      <w:pPr>
        <w:pStyle w:val="10"/>
        <w:widowControl/>
        <w:numPr>
          <w:ilvl w:val="0"/>
          <w:numId w:val="2"/>
        </w:numPr>
        <w:adjustRightInd w:val="0"/>
        <w:snapToGrid w:val="0"/>
        <w:spacing w:before="62" w:beforeLines="20" w:line="288" w:lineRule="auto"/>
        <w:ind w:left="1077" w:hanging="510" w:firstLineChars="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>如被告拒绝承担赔偿责任，申请法院强制执行。</w:t>
      </w:r>
    </w:p>
    <w:p w14:paraId="55634747">
      <w:pPr>
        <w:pStyle w:val="10"/>
        <w:widowControl/>
        <w:numPr>
          <w:ilvl w:val="0"/>
          <w:numId w:val="1"/>
        </w:numPr>
        <w:adjustRightInd w:val="0"/>
        <w:snapToGrid w:val="0"/>
        <w:spacing w:before="156" w:beforeLines="50" w:line="288" w:lineRule="auto"/>
        <w:ind w:left="567" w:hanging="567" w:firstLineChars="0"/>
        <w:jc w:val="left"/>
        <w:rPr>
          <w:rFonts w:ascii="Times New Roman" w:hAnsi="Times New Roman" w:eastAsia="华文中宋" w:cs="Times New Roman"/>
          <w:b/>
          <w:kern w:val="0"/>
          <w:sz w:val="28"/>
          <w:szCs w:val="28"/>
        </w:rPr>
      </w:pPr>
      <w:r>
        <w:rPr>
          <w:rFonts w:hint="eastAsia" w:ascii="Times New Roman" w:hAnsi="Times New Roman" w:eastAsia="华文中宋" w:cs="Times New Roman"/>
          <w:b/>
          <w:kern w:val="0"/>
          <w:sz w:val="28"/>
          <w:szCs w:val="28"/>
        </w:rPr>
        <w:t>事实和理由</w:t>
      </w:r>
    </w:p>
    <w:p w14:paraId="67E11F1B">
      <w:pPr>
        <w:widowControl/>
        <w:adjustRightInd w:val="0"/>
        <w:snapToGrid w:val="0"/>
        <w:spacing w:before="93" w:beforeLines="30" w:line="288" w:lineRule="auto"/>
        <w:ind w:firstLine="440" w:firstLineChars="200"/>
        <w:jc w:val="left"/>
        <w:rPr>
          <w:rFonts w:ascii="Times New Roman" w:hAnsi="Times New Roman" w:eastAsia="华文中宋" w:cs="Times New Roman"/>
          <w:bCs/>
          <w:kern w:val="0"/>
          <w:sz w:val="22"/>
          <w:szCs w:val="22"/>
        </w:rPr>
      </w:pP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  <w:lang w:val="en-US" w:eastAsia="zh-CN"/>
        </w:rPr>
        <w:t>{事实理由}</w:t>
      </w:r>
      <w:r>
        <w:rPr>
          <w:rFonts w:hint="eastAsia" w:ascii="Times New Roman" w:hAnsi="Times New Roman" w:eastAsia="华文中宋" w:cs="Times New Roman"/>
          <w:bCs/>
          <w:kern w:val="0"/>
          <w:sz w:val="22"/>
          <w:szCs w:val="22"/>
        </w:rPr>
        <w:t xml:space="preserve"> </w:t>
      </w:r>
    </w:p>
    <w:p w14:paraId="57EB71AF">
      <w:pPr>
        <w:widowControl/>
        <w:adjustRightInd w:val="0"/>
        <w:snapToGrid w:val="0"/>
        <w:spacing w:before="312" w:beforeLines="100" w:line="288" w:lineRule="auto"/>
        <w:jc w:val="left"/>
        <w:rPr>
          <w:rFonts w:ascii="Times New Roman" w:hAnsi="Times New Roman" w:eastAsia="华文中宋" w:cs="Times New Roman"/>
          <w:bCs/>
          <w:kern w:val="0"/>
          <w:sz w:val="28"/>
          <w:szCs w:val="28"/>
        </w:rPr>
      </w:pP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 xml:space="preserve">此致 </w:t>
      </w:r>
    </w:p>
    <w:p w14:paraId="7129A8A4">
      <w:pPr>
        <w:widowControl/>
        <w:adjustRightInd w:val="0"/>
        <w:snapToGrid w:val="0"/>
        <w:spacing w:before="93" w:beforeLines="30" w:line="288" w:lineRule="auto"/>
        <w:jc w:val="left"/>
        <w:rPr>
          <w:rFonts w:ascii="Times New Roman" w:hAnsi="Times New Roman" w:eastAsia="华文中宋" w:cs="Times New Roman"/>
          <w:bCs/>
          <w:kern w:val="0"/>
          <w:sz w:val="21"/>
          <w:szCs w:val="21"/>
        </w:rPr>
      </w:pPr>
      <w:r>
        <w:rPr>
          <w:rFonts w:hint="eastAsia" w:ascii="Times New Roman" w:hAnsi="Times New Roman" w:eastAsia="华文中宋" w:cs="Times New Roman"/>
          <w:bCs/>
          <w:kern w:val="0"/>
          <w:sz w:val="21"/>
          <w:szCs w:val="21"/>
        </w:rPr>
        <w:t xml:space="preserve">某某市某某区人民法院 </w:t>
      </w:r>
    </w:p>
    <w:p w14:paraId="375D5032">
      <w:pPr>
        <w:widowControl/>
        <w:adjustRightInd w:val="0"/>
        <w:snapToGrid w:val="0"/>
        <w:spacing w:before="93" w:beforeLines="30" w:line="288" w:lineRule="auto"/>
        <w:jc w:val="left"/>
        <w:rPr>
          <w:rFonts w:ascii="Times New Roman" w:hAnsi="Times New Roman" w:eastAsia="华文中宋" w:cs="Times New Roman"/>
          <w:bCs/>
          <w:kern w:val="0"/>
          <w:sz w:val="28"/>
          <w:szCs w:val="28"/>
        </w:rPr>
      </w:pP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 xml:space="preserve">                            </w:t>
      </w:r>
      <w:r>
        <w:rPr>
          <w:rFonts w:ascii="Times New Roman" w:hAnsi="Times New Roman" w:eastAsia="华文中宋" w:cs="Times New Roman"/>
          <w:bCs/>
          <w:kern w:val="0"/>
          <w:sz w:val="28"/>
          <w:szCs w:val="28"/>
        </w:rPr>
        <w:t xml:space="preserve">    </w:t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 xml:space="preserve">起诉人： </w:t>
      </w:r>
      <w:r>
        <w:rPr>
          <w:rFonts w:ascii="Times New Roman" w:hAnsi="Times New Roman" w:eastAsia="华文中宋" w:cs="Times New Roman"/>
          <w:bCs/>
          <w:kern w:val="0"/>
          <w:sz w:val="28"/>
          <w:szCs w:val="28"/>
        </w:rPr>
        <w:t xml:space="preserve">        </w:t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>（签字或盖章）</w:t>
      </w:r>
    </w:p>
    <w:p w14:paraId="2B16E368">
      <w:pPr>
        <w:widowControl/>
        <w:adjustRightInd w:val="0"/>
        <w:snapToGrid w:val="0"/>
        <w:spacing w:before="93" w:beforeLines="30" w:line="288" w:lineRule="auto"/>
        <w:jc w:val="left"/>
        <w:rPr>
          <w:rFonts w:ascii="Times New Roman" w:hAnsi="Times New Roman" w:eastAsia="华文中宋" w:cs="Times New Roman"/>
          <w:bCs/>
          <w:kern w:val="0"/>
          <w:sz w:val="28"/>
          <w:szCs w:val="28"/>
        </w:rPr>
      </w:pP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 xml:space="preserve">                                </w:t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 xml:space="preserve">年 </w:t>
      </w:r>
      <w:r>
        <w:rPr>
          <w:rFonts w:ascii="Times New Roman" w:hAnsi="Times New Roman" w:eastAsia="华文中宋" w:cs="Times New Roman"/>
          <w:bCs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 xml:space="preserve"> 月 </w:t>
      </w:r>
      <w:r>
        <w:rPr>
          <w:rFonts w:ascii="Times New Roman" w:hAnsi="Times New Roman" w:eastAsia="华文中宋" w:cs="Times New Roman"/>
          <w:bCs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华文中宋" w:cs="Times New Roman"/>
          <w:bCs/>
          <w:kern w:val="0"/>
          <w:sz w:val="28"/>
          <w:szCs w:val="28"/>
        </w:rPr>
        <w:t xml:space="preserve"> 日 </w:t>
      </w:r>
    </w:p>
    <w:sectPr>
      <w:footerReference r:id="rId3" w:type="default"/>
      <w:pgSz w:w="11906" w:h="16838"/>
      <w:pgMar w:top="1474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CDCB2">
    <w:pPr>
      <w:pStyle w:val="2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第</w:t>
    </w:r>
    <w:sdt>
      <w:sdtPr>
        <w:rPr>
          <w:rFonts w:ascii="Times New Roman" w:hAnsi="Times New Roman" w:cs="Times New Roman"/>
          <w:sz w:val="21"/>
          <w:szCs w:val="21"/>
        </w:rPr>
        <w:id w:val="-1164546762"/>
        <w:docPartObj>
          <w:docPartGallery w:val="autotext"/>
        </w:docPartObj>
      </w:sdtPr>
      <w:sdtEndPr>
        <w:rPr>
          <w:rFonts w:ascii="Times New Roman" w:hAnsi="Times New Roman" w:cs="Times New Roman"/>
          <w:sz w:val="21"/>
          <w:szCs w:val="21"/>
        </w:rPr>
      </w:sdtEndPr>
      <w:sdtContent>
        <w:sdt>
          <w:sdtPr>
            <w:rPr>
              <w:rFonts w:ascii="Times New Roman" w:hAnsi="Times New Roman" w:cs="Times New Roman"/>
              <w:sz w:val="21"/>
              <w:szCs w:val="21"/>
            </w:rPr>
            <w:id w:val="1728636285"/>
            <w:docPartObj>
              <w:docPartGallery w:val="autotext"/>
            </w:docPartObj>
          </w:sdtPr>
          <w:sdtEndPr>
            <w:rPr>
              <w:rFonts w:ascii="Times New Roman" w:hAnsi="Times New Roman" w:cs="Times New Roman"/>
              <w:sz w:val="21"/>
              <w:szCs w:val="21"/>
            </w:rPr>
          </w:sdtEndPr>
          <w:sdtContent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页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zh-CN"/>
              </w:rPr>
              <w:t>，</w:t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共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sdtContent>
        </w:sdt>
        <w:r>
          <w:rPr>
            <w:rFonts w:ascii="Times New Roman" w:hAnsi="Times New Roman" w:cs="Times New Roman"/>
            <w:sz w:val="21"/>
            <w:szCs w:val="21"/>
          </w:rPr>
          <w:t xml:space="preserve"> 页</w:t>
        </w:r>
      </w:sdtContent>
    </w:sdt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39376F"/>
    <w:multiLevelType w:val="multilevel"/>
    <w:tmpl w:val="3F39376F"/>
    <w:lvl w:ilvl="0" w:tentative="0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50E64BCB"/>
    <w:multiLevelType w:val="multilevel"/>
    <w:tmpl w:val="50E64BCB"/>
    <w:lvl w:ilvl="0" w:tentative="0">
      <w:start w:val="1"/>
      <w:numFmt w:val="japaneseCounting"/>
      <w:lvlText w:val="%1、"/>
      <w:lvlJc w:val="left"/>
      <w:pPr>
        <w:ind w:left="270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F153A"/>
    <w:rsid w:val="00015021"/>
    <w:rsid w:val="00051B62"/>
    <w:rsid w:val="00060331"/>
    <w:rsid w:val="00081460"/>
    <w:rsid w:val="000A5B42"/>
    <w:rsid w:val="000C70FF"/>
    <w:rsid w:val="000C78DE"/>
    <w:rsid w:val="000F48C2"/>
    <w:rsid w:val="001845CD"/>
    <w:rsid w:val="001B3CB3"/>
    <w:rsid w:val="001F4C75"/>
    <w:rsid w:val="00201630"/>
    <w:rsid w:val="0020631E"/>
    <w:rsid w:val="002229CC"/>
    <w:rsid w:val="002E7F82"/>
    <w:rsid w:val="002F1F03"/>
    <w:rsid w:val="0030133A"/>
    <w:rsid w:val="003869B1"/>
    <w:rsid w:val="003B081C"/>
    <w:rsid w:val="00400A28"/>
    <w:rsid w:val="00401C6F"/>
    <w:rsid w:val="004065C6"/>
    <w:rsid w:val="004336B1"/>
    <w:rsid w:val="00436AB7"/>
    <w:rsid w:val="004451D1"/>
    <w:rsid w:val="004666D0"/>
    <w:rsid w:val="004765C1"/>
    <w:rsid w:val="00484DF7"/>
    <w:rsid w:val="004C18C6"/>
    <w:rsid w:val="004D0EB5"/>
    <w:rsid w:val="004D6AF2"/>
    <w:rsid w:val="004E3A94"/>
    <w:rsid w:val="0052737C"/>
    <w:rsid w:val="005E313E"/>
    <w:rsid w:val="006300B6"/>
    <w:rsid w:val="006A30E8"/>
    <w:rsid w:val="006B11DF"/>
    <w:rsid w:val="006C59DE"/>
    <w:rsid w:val="007024D2"/>
    <w:rsid w:val="00734128"/>
    <w:rsid w:val="00746DD2"/>
    <w:rsid w:val="007853B2"/>
    <w:rsid w:val="0079695A"/>
    <w:rsid w:val="007A5D67"/>
    <w:rsid w:val="007B3813"/>
    <w:rsid w:val="007C270B"/>
    <w:rsid w:val="007C4658"/>
    <w:rsid w:val="007C69FA"/>
    <w:rsid w:val="007E5A1B"/>
    <w:rsid w:val="00821659"/>
    <w:rsid w:val="0085216E"/>
    <w:rsid w:val="00856C5D"/>
    <w:rsid w:val="00877D46"/>
    <w:rsid w:val="008B00EB"/>
    <w:rsid w:val="008B7AB8"/>
    <w:rsid w:val="009063FD"/>
    <w:rsid w:val="0099517B"/>
    <w:rsid w:val="009A0721"/>
    <w:rsid w:val="009D49FD"/>
    <w:rsid w:val="009D680D"/>
    <w:rsid w:val="00A03B8D"/>
    <w:rsid w:val="00A45183"/>
    <w:rsid w:val="00A6089A"/>
    <w:rsid w:val="00A82501"/>
    <w:rsid w:val="00A835A7"/>
    <w:rsid w:val="00AB6357"/>
    <w:rsid w:val="00AE33F5"/>
    <w:rsid w:val="00AF0A69"/>
    <w:rsid w:val="00B434FD"/>
    <w:rsid w:val="00B44A62"/>
    <w:rsid w:val="00B700C8"/>
    <w:rsid w:val="00BA4E7B"/>
    <w:rsid w:val="00C02658"/>
    <w:rsid w:val="00C40028"/>
    <w:rsid w:val="00C76449"/>
    <w:rsid w:val="00C81C1B"/>
    <w:rsid w:val="00C834E9"/>
    <w:rsid w:val="00C85459"/>
    <w:rsid w:val="00CB0336"/>
    <w:rsid w:val="00CF0122"/>
    <w:rsid w:val="00CF35E4"/>
    <w:rsid w:val="00D070F0"/>
    <w:rsid w:val="00D71990"/>
    <w:rsid w:val="00D73303"/>
    <w:rsid w:val="00D82307"/>
    <w:rsid w:val="00DB2C31"/>
    <w:rsid w:val="00DC144C"/>
    <w:rsid w:val="00E019A4"/>
    <w:rsid w:val="00E478A8"/>
    <w:rsid w:val="00E54B37"/>
    <w:rsid w:val="00E91FC7"/>
    <w:rsid w:val="00EB7A5C"/>
    <w:rsid w:val="00EC385C"/>
    <w:rsid w:val="00F04B35"/>
    <w:rsid w:val="00F40B2F"/>
    <w:rsid w:val="00FA0589"/>
    <w:rsid w:val="00FD265B"/>
    <w:rsid w:val="00FF0D53"/>
    <w:rsid w:val="2B2F153A"/>
    <w:rsid w:val="343D3BF3"/>
    <w:rsid w:val="74FE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3\AppData\Roaming\kingsoft\office6\templates\download\7e12ecd4-646e-4cbb-a965-cbb0f855e447\&#27665;&#20107;&#36215;&#35785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民事起诉书.docx</Template>
  <Pages>1</Pages>
  <Words>246</Words>
  <Characters>246</Characters>
  <Lines>4</Lines>
  <Paragraphs>1</Paragraphs>
  <TotalTime>8</TotalTime>
  <ScaleCrop>false</ScaleCrop>
  <LinksUpToDate>false</LinksUpToDate>
  <CharactersWithSpaces>441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2021-09-05T07:22:00Z</dcterms:created>
  <dc:creator>代皓</dc:creator>
  <cp:lastModifiedBy>代皓</cp:lastModifiedBy>
  <dcterms:modified xsi:type="dcterms:W3CDTF">2025-08-10T06:40:07Z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UUID">
    <vt:lpwstr>v1.0_mb_JP1MacLVX98cyQedwqg9LQ==</vt:lpwstr>
  </property>
  <property fmtid="{D5CDD505-2E9C-101B-9397-08002B2CF9AE}" pid="4" name="ICV">
    <vt:lpwstr>AC4BE10D0991477B8EDF03BB15DC2F37</vt:lpwstr>
  </property>
  <property fmtid="{D5CDD505-2E9C-101B-9397-08002B2CF9AE}" pid="5" name="KSOTemplateDocerSaveRecord">
    <vt:lpwstr>eyJoZGlkIjoiYzg3Zjk0M2QzMjY1MjFlNWM5MTMzMmI1MWFlNGRlOTkiLCJ1c2VySWQiOiIzMDAyMjQzODAifQ==</vt:lpwstr>
  </property>
</Properties>
</file>